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40773A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<v:textbox>
                    <w:txbxContent>
                      <w:p w:rsidR="00D63009" w:rsidRDefault="00CE5FA9" w:rsidP="0037111D">
                        <w:pPr>
                          <w:pStyle w:val="Bezmezer"/>
                          <w:rPr>
                            <w:b/>
                          </w:rPr>
                        </w:pPr>
                        <w:r w:rsidRPr="0018073E">
                          <w:rPr>
                            <w:rStyle w:val="Potovnadresa"/>
                            <w:b/>
                          </w:rPr>
                          <w:t>Prostřednictvím EZAK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D52671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D52671" w:rsidRDefault="00065006" w:rsidP="0037111D">
            <w:r>
              <w:rPr>
                <w:rFonts w:ascii="Helvetica" w:hAnsi="Helvetica"/>
              </w:rPr>
              <w:t>13643</w:t>
            </w:r>
            <w:r w:rsidR="00410D4E" w:rsidRPr="00D52671">
              <w:rPr>
                <w:rFonts w:ascii="Helvetica" w:hAnsi="Helvetica"/>
              </w:rPr>
              <w:t>/2020</w:t>
            </w:r>
            <w:r w:rsidR="003E6B9A" w:rsidRPr="00D52671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8F24C6" w:rsidRDefault="00F862D6" w:rsidP="0077673A">
            <w:r w:rsidRPr="008F24C6">
              <w:t>Listů/příloh</w:t>
            </w:r>
          </w:p>
        </w:tc>
        <w:tc>
          <w:tcPr>
            <w:tcW w:w="2552" w:type="dxa"/>
          </w:tcPr>
          <w:p w:rsidR="00F862D6" w:rsidRPr="008F24C6" w:rsidRDefault="008F2762" w:rsidP="00CC1E2B">
            <w:r>
              <w:t>3</w:t>
            </w:r>
            <w:r w:rsidR="00065006">
              <w:t>/3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A1339" w:rsidP="00FE3455">
            <w:r w:rsidRPr="00AA1339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AA1339" w:rsidP="009A7568">
            <w:r w:rsidRPr="00AA1339">
              <w:t>+420 722 819 305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AA1339" w:rsidP="006104F6">
            <w:r w:rsidRPr="00AA1339">
              <w:t>Klimesja@spravazeleznic.cz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C841D4" w:rsidP="009A7568">
            <w:r w:rsidRPr="003E6B9A">
              <w:fldChar w:fldCharType="begin"/>
            </w:r>
            <w:r w:rsidR="009A7568"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65006">
              <w:rPr>
                <w:noProof/>
              </w:rPr>
              <w:t>1. prosince 2020</w:t>
            </w:r>
            <w:r w:rsidRPr="003E6B9A">
              <w:fldChar w:fldCharType="end"/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Věc: </w:t>
      </w:r>
      <w:r w:rsidR="00D35E1E" w:rsidRPr="00D35E1E">
        <w:rPr>
          <w:rFonts w:eastAsia="Calibri" w:cs="Times New Roman"/>
          <w:b/>
          <w:lang w:eastAsia="cs-CZ"/>
        </w:rPr>
        <w:t>„Zvýšení trakčního výkonu TNS Čebín“ - přípravné práce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5E1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065006">
        <w:rPr>
          <w:rFonts w:eastAsia="Times New Roman" w:cs="Times New Roman"/>
          <w:lang w:eastAsia="cs-CZ"/>
        </w:rPr>
        <w:t>4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5006" w:rsidRDefault="00065006" w:rsidP="0006500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20</w:t>
      </w:r>
      <w:r w:rsidRPr="00CB7B5A">
        <w:rPr>
          <w:rFonts w:eastAsia="Calibri" w:cs="Times New Roman"/>
          <w:b/>
          <w:lang w:eastAsia="cs-CZ"/>
        </w:rPr>
        <w:t>:</w:t>
      </w:r>
    </w:p>
    <w:p w:rsidR="00065006" w:rsidRDefault="00065006" w:rsidP="00BF6C99">
      <w:pPr>
        <w:autoSpaceDE w:val="0"/>
        <w:autoSpaceDN w:val="0"/>
        <w:adjustRightInd w:val="0"/>
        <w:spacing w:after="0" w:line="240" w:lineRule="auto"/>
        <w:jc w:val="both"/>
      </w:pPr>
      <w:r>
        <w:t>Dotaz se týká odpovědí na dotazy ve „</w:t>
      </w:r>
      <w:r w:rsidRPr="00DE1FAD">
        <w:t>Vysvětlení, změna, doplně</w:t>
      </w:r>
      <w:r>
        <w:t>ní ZD Čebín příp. práce DI 2“, součástí kterého je tabulka „</w:t>
      </w:r>
      <w:r w:rsidRPr="00DE1FAD">
        <w:t>PŘEHLED PRACÍ PROVÁDĚNÝCH V PLÁNOVANÝCH VÝLUKÁCH V 01/2021</w:t>
      </w:r>
      <w:r w:rsidR="008F2762">
        <w:t>“ (dále tabulka Přehled).</w:t>
      </w:r>
    </w:p>
    <w:p w:rsidR="008F2762" w:rsidRDefault="008F2762" w:rsidP="00BF6C99">
      <w:pPr>
        <w:autoSpaceDE w:val="0"/>
        <w:autoSpaceDN w:val="0"/>
        <w:adjustRightInd w:val="0"/>
        <w:spacing w:after="0" w:line="240" w:lineRule="auto"/>
        <w:jc w:val="both"/>
      </w:pPr>
    </w:p>
    <w:p w:rsidR="00065006" w:rsidRDefault="00065006" w:rsidP="00BF6C99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t xml:space="preserve">V tabulce Přehled neodpovídá dne 9. 1. v </w:t>
      </w:r>
      <w:r w:rsidRPr="00335306">
        <w:rPr>
          <w:rFonts w:ascii="Arial" w:hAnsi="Arial" w:cs="Arial"/>
          <w:sz w:val="20"/>
          <w:szCs w:val="20"/>
        </w:rPr>
        <w:t>Žst. Ostrov nad Oslavou v KM 77,321 u výhybky č. 6</w:t>
      </w:r>
      <w:r>
        <w:t xml:space="preserve"> množství montovaných lan </w:t>
      </w:r>
      <w:r w:rsidRPr="00335306">
        <w:rPr>
          <w:rFonts w:ascii="Arial" w:hAnsi="Arial" w:cs="Arial"/>
          <w:color w:val="000000"/>
          <w:sz w:val="20"/>
          <w:szCs w:val="20"/>
        </w:rPr>
        <w:t>LJI 2x20/120 technické dokumentaci</w:t>
      </w:r>
      <w:r>
        <w:rPr>
          <w:rFonts w:ascii="Arial" w:hAnsi="Arial" w:cs="Arial"/>
          <w:color w:val="000000"/>
          <w:sz w:val="20"/>
          <w:szCs w:val="20"/>
        </w:rPr>
        <w:t xml:space="preserve"> -</w:t>
      </w:r>
      <w:r w:rsidRPr="00335306">
        <w:rPr>
          <w:rFonts w:ascii="Arial" w:hAnsi="Arial" w:cs="Arial"/>
          <w:color w:val="000000"/>
          <w:sz w:val="20"/>
          <w:szCs w:val="20"/>
        </w:rPr>
        <w:t xml:space="preserve"> konkrétně tabulce výhybek „Priloha TZ č. 1.pdf“, ve které je uveden 1 ks. Prosíme zadavatele o </w:t>
      </w:r>
      <w:r>
        <w:rPr>
          <w:rFonts w:ascii="Arial" w:hAnsi="Arial" w:cs="Arial"/>
          <w:color w:val="000000"/>
          <w:sz w:val="20"/>
          <w:szCs w:val="20"/>
        </w:rPr>
        <w:t>prověření</w:t>
      </w:r>
      <w:r w:rsidRPr="00335306">
        <w:rPr>
          <w:rFonts w:ascii="Arial" w:hAnsi="Arial" w:cs="Arial"/>
          <w:color w:val="000000"/>
          <w:sz w:val="20"/>
          <w:szCs w:val="20"/>
        </w:rPr>
        <w:t>.</w:t>
      </w:r>
    </w:p>
    <w:p w:rsidR="008F2762" w:rsidRDefault="008F2762" w:rsidP="00BF6C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F2762" w:rsidRPr="008F2762" w:rsidRDefault="008F2762" w:rsidP="00BF6C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8F2762">
        <w:rPr>
          <w:rFonts w:ascii="Arial" w:hAnsi="Arial" w:cs="Arial"/>
          <w:b/>
          <w:color w:val="000000"/>
          <w:sz w:val="20"/>
          <w:szCs w:val="20"/>
        </w:rPr>
        <w:t>Odpověď:</w:t>
      </w:r>
    </w:p>
    <w:p w:rsidR="00065006" w:rsidRPr="000C0A62" w:rsidRDefault="00065006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A62">
        <w:rPr>
          <w:rFonts w:ascii="Arial" w:hAnsi="Arial" w:cs="Arial"/>
          <w:sz w:val="20"/>
          <w:szCs w:val="20"/>
        </w:rPr>
        <w:t>Bylo z 9.</w:t>
      </w:r>
      <w:r w:rsidR="008F2762" w:rsidRPr="000C0A62">
        <w:rPr>
          <w:rFonts w:ascii="Arial" w:hAnsi="Arial" w:cs="Arial"/>
          <w:sz w:val="20"/>
          <w:szCs w:val="20"/>
        </w:rPr>
        <w:t xml:space="preserve"> </w:t>
      </w:r>
      <w:r w:rsidRPr="000C0A62">
        <w:rPr>
          <w:rFonts w:ascii="Arial" w:hAnsi="Arial" w:cs="Arial"/>
          <w:sz w:val="20"/>
          <w:szCs w:val="20"/>
        </w:rPr>
        <w:t>1.</w:t>
      </w:r>
      <w:r w:rsidR="008F2762" w:rsidRPr="000C0A62">
        <w:rPr>
          <w:rFonts w:ascii="Arial" w:hAnsi="Arial" w:cs="Arial"/>
          <w:sz w:val="20"/>
          <w:szCs w:val="20"/>
        </w:rPr>
        <w:t xml:space="preserve"> </w:t>
      </w:r>
      <w:r w:rsidRPr="000C0A62">
        <w:rPr>
          <w:rFonts w:ascii="Arial" w:hAnsi="Arial" w:cs="Arial"/>
          <w:sz w:val="20"/>
          <w:szCs w:val="20"/>
        </w:rPr>
        <w:t>2021 vyškrtnuto, správně je 16.1.2021. Bylo v Přehledu opraveno.</w:t>
      </w:r>
    </w:p>
    <w:p w:rsidR="008F2762" w:rsidRP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65006" w:rsidRPr="008F2762" w:rsidRDefault="00065006" w:rsidP="00BF6C99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2762">
        <w:rPr>
          <w:rFonts w:ascii="Arial" w:hAnsi="Arial" w:cs="Arial"/>
          <w:color w:val="000000"/>
          <w:sz w:val="20"/>
          <w:szCs w:val="20"/>
        </w:rPr>
        <w:t>V tabulce Přehled jsou lana u výhybky č. 5 v </w:t>
      </w:r>
      <w:r w:rsidRPr="008F2762">
        <w:rPr>
          <w:rFonts w:ascii="Arial" w:hAnsi="Arial" w:cs="Arial"/>
          <w:sz w:val="20"/>
          <w:szCs w:val="20"/>
        </w:rPr>
        <w:t>Žst. Ostrov nad Oslavou v KM 77,321 vyměňovány dvakrát a to dne 9.1. a opětovně 16.1. Chápeme správně, že se jedná o další možný alternativní termín výměny propojek u výhybky č. 5 v Žst. Ostrov nad Oslavou?</w:t>
      </w:r>
    </w:p>
    <w:p w:rsidR="008F2762" w:rsidRP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F2762" w:rsidRP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2762">
        <w:rPr>
          <w:rFonts w:ascii="Arial" w:hAnsi="Arial" w:cs="Arial"/>
          <w:b/>
          <w:color w:val="000000"/>
          <w:sz w:val="20"/>
          <w:szCs w:val="20"/>
        </w:rPr>
        <w:t>Odpověď:</w:t>
      </w:r>
    </w:p>
    <w:p w:rsidR="00065006" w:rsidRPr="000C0A62" w:rsidRDefault="00065006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A62">
        <w:rPr>
          <w:rFonts w:ascii="Arial" w:hAnsi="Arial" w:cs="Arial"/>
          <w:sz w:val="20"/>
          <w:szCs w:val="20"/>
        </w:rPr>
        <w:t>Ne, je špatně uvedeno, správný termín výhybky č.5 je 17.1.2021. Bylo v Přehledu opraveno.</w:t>
      </w:r>
    </w:p>
    <w:p w:rsidR="008F2762" w:rsidRP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065006" w:rsidRPr="008F2762" w:rsidRDefault="00065006" w:rsidP="00BF6C99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</w:pPr>
      <w:r w:rsidRPr="008F2762">
        <w:rPr>
          <w:rFonts w:ascii="Arial" w:hAnsi="Arial" w:cs="Arial"/>
          <w:color w:val="000000"/>
          <w:sz w:val="20"/>
          <w:szCs w:val="20"/>
        </w:rPr>
        <w:t>V tabulce Přehled jsou lana u výhybky č. 6 v </w:t>
      </w:r>
      <w:r w:rsidRPr="008F2762">
        <w:rPr>
          <w:rFonts w:ascii="Arial" w:hAnsi="Arial" w:cs="Arial"/>
          <w:sz w:val="20"/>
          <w:szCs w:val="20"/>
        </w:rPr>
        <w:t>Žst. Ostrov nad Oslavou v KM 77,321 vyměňovány dvakrát a to dne 10.1. a opětovně 17.1. Chápeme správně, že se jedná o další možný alternativní termín výměny propojek u výhybky č. 6 v Žst. Ostrov nad Oslavou?</w:t>
      </w:r>
    </w:p>
    <w:p w:rsid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2762">
        <w:rPr>
          <w:rFonts w:ascii="Arial" w:hAnsi="Arial" w:cs="Arial"/>
          <w:b/>
          <w:color w:val="000000"/>
          <w:sz w:val="20"/>
          <w:szCs w:val="20"/>
        </w:rPr>
        <w:t>Odpověď:</w:t>
      </w:r>
    </w:p>
    <w:p w:rsidR="00065006" w:rsidRPr="000C0A62" w:rsidRDefault="00065006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A62">
        <w:rPr>
          <w:rFonts w:ascii="Arial" w:hAnsi="Arial" w:cs="Arial"/>
          <w:sz w:val="20"/>
          <w:szCs w:val="20"/>
        </w:rPr>
        <w:t>Ne, je špatně uvedeno, správný termín výhybky č.6 je 16.1.2021. Bylo v přehledu opraveno.</w:t>
      </w:r>
    </w:p>
    <w:p w:rsid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</w:pPr>
    </w:p>
    <w:p w:rsidR="00065006" w:rsidRPr="008F2762" w:rsidRDefault="00065006" w:rsidP="00BF6C99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</w:pPr>
      <w:r w:rsidRPr="008F2762">
        <w:t>V tabulce Přehled v celkovém součtu propojek na dny 9.1. a 10.1.  neodpovídá počet propojek LJI 2x20/120 uvedenému množství 8 ks ale množství 13 ks (po odečtu 1 ks uvedeného navíc u výhybky č. 6 odpovídá 12 ks propojek LJI 2x20/120). Žádáme zadavatele o prověření.</w:t>
      </w:r>
    </w:p>
    <w:p w:rsid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F2762" w:rsidRDefault="008F2762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F2762">
        <w:rPr>
          <w:rFonts w:ascii="Arial" w:hAnsi="Arial" w:cs="Arial"/>
          <w:b/>
          <w:color w:val="000000"/>
          <w:sz w:val="20"/>
          <w:szCs w:val="20"/>
        </w:rPr>
        <w:t>Odpověď:</w:t>
      </w:r>
    </w:p>
    <w:p w:rsidR="00065006" w:rsidRPr="000C0A62" w:rsidRDefault="00065006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A62">
        <w:rPr>
          <w:rFonts w:ascii="Arial" w:hAnsi="Arial" w:cs="Arial"/>
          <w:sz w:val="20"/>
          <w:szCs w:val="20"/>
        </w:rPr>
        <w:t>Byly vyškrtnuty výhybky č.5 a 6 a množství bylo opraveno. Bylo v přehledu opraveno.</w:t>
      </w:r>
    </w:p>
    <w:p w:rsidR="00065006" w:rsidRDefault="00065006" w:rsidP="00BF6C99">
      <w:pPr>
        <w:pStyle w:val="Odstavecseseznamem"/>
        <w:autoSpaceDE w:val="0"/>
        <w:autoSpaceDN w:val="0"/>
        <w:adjustRightInd w:val="0"/>
        <w:spacing w:after="0" w:line="240" w:lineRule="auto"/>
        <w:jc w:val="both"/>
      </w:pPr>
    </w:p>
    <w:p w:rsidR="00065006" w:rsidRDefault="00065006" w:rsidP="000650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F2762" w:rsidRDefault="008F2762" w:rsidP="000650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5006" w:rsidRDefault="00065006" w:rsidP="00065006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21</w:t>
      </w:r>
      <w:r w:rsidRPr="00CB7B5A">
        <w:rPr>
          <w:rFonts w:eastAsia="Calibri" w:cs="Times New Roman"/>
          <w:b/>
          <w:lang w:eastAsia="cs-CZ"/>
        </w:rPr>
        <w:t>:</w:t>
      </w:r>
    </w:p>
    <w:p w:rsidR="00065006" w:rsidRDefault="00065006" w:rsidP="00BF6C99">
      <w:pPr>
        <w:autoSpaceDE w:val="0"/>
        <w:autoSpaceDN w:val="0"/>
        <w:adjustRightInd w:val="0"/>
        <w:spacing w:after="0" w:line="240" w:lineRule="auto"/>
        <w:jc w:val="both"/>
      </w:pPr>
      <w:r>
        <w:t>Pro vyloučení všech pochybností (i z důvodu tabulky Přehled) prosíme zadavatele o uvedení tabulek pro PS 90-28-01 a SO 90-17-01 s kompletním výčtem jednotlivých typů lan a propojek a jejich množství, které je vyžadováno dle zadavatele. Pro přehled přikládáme tabulky zjistitelných typů lan a množství dle zadávací dokumentace.</w:t>
      </w:r>
    </w:p>
    <w:p w:rsidR="00065006" w:rsidRDefault="00065006" w:rsidP="00065006">
      <w:pPr>
        <w:autoSpaceDE w:val="0"/>
        <w:autoSpaceDN w:val="0"/>
        <w:adjustRightInd w:val="0"/>
        <w:spacing w:after="0" w:line="240" w:lineRule="auto"/>
      </w:pPr>
    </w:p>
    <w:p w:rsidR="00065006" w:rsidRDefault="00065006" w:rsidP="00065006">
      <w:pPr>
        <w:autoSpaceDE w:val="0"/>
        <w:autoSpaceDN w:val="0"/>
        <w:adjustRightInd w:val="0"/>
        <w:spacing w:after="0" w:line="240" w:lineRule="auto"/>
      </w:pPr>
      <w:r>
        <w:t>Pro PS 90-28-01</w:t>
      </w:r>
      <w:r>
        <w:tab/>
      </w:r>
      <w:r>
        <w:tab/>
      </w:r>
      <w:r>
        <w:tab/>
      </w:r>
      <w:r>
        <w:tab/>
      </w:r>
      <w:r>
        <w:tab/>
        <w:t>Pro SO 90-17-01</w:t>
      </w:r>
    </w:p>
    <w:tbl>
      <w:tblPr>
        <w:tblW w:w="779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700"/>
        <w:gridCol w:w="960"/>
        <w:gridCol w:w="600"/>
        <w:gridCol w:w="600"/>
        <w:gridCol w:w="1440"/>
        <w:gridCol w:w="552"/>
        <w:gridCol w:w="960"/>
      </w:tblGrid>
      <w:tr w:rsidR="00065006" w:rsidRPr="009F2471" w:rsidTr="00282C22">
        <w:trPr>
          <w:trHeight w:val="2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LEI 3x14/340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600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LJI 2x20/70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315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LEI 3x14/190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LJI 2x20/120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56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LP 12x14/695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LEI 3x14/240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LEI 3x14/420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LJI 2x20/330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LBI 20/290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LGI 2+1x20/240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LGI 2+1x20/420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LBI 14/190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LHI 2x20/10000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LHI 4x20/750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LMI 3x14/290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065006" w:rsidRPr="009F2471" w:rsidTr="00282C22">
        <w:trPr>
          <w:trHeight w:val="255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LHI 2x14/750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065006" w:rsidRPr="009F2471" w:rsidRDefault="00065006" w:rsidP="00282C2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9F247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065006" w:rsidRDefault="00065006" w:rsidP="00065006">
      <w:pPr>
        <w:autoSpaceDE w:val="0"/>
        <w:autoSpaceDN w:val="0"/>
        <w:adjustRightInd w:val="0"/>
        <w:spacing w:after="0" w:line="240" w:lineRule="auto"/>
      </w:pPr>
    </w:p>
    <w:p w:rsidR="00065006" w:rsidRDefault="00065006" w:rsidP="00065006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65006" w:rsidRDefault="00065006" w:rsidP="00065006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065006" w:rsidRPr="008F2762" w:rsidRDefault="00065006" w:rsidP="00BF6C9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F2762">
        <w:rPr>
          <w:rFonts w:eastAsia="Calibri" w:cs="Times New Roman"/>
          <w:lang w:eastAsia="cs-CZ"/>
        </w:rPr>
        <w:t>Počty kusů v SO 90-17-01 souhlasí.</w:t>
      </w:r>
    </w:p>
    <w:p w:rsidR="00065006" w:rsidRPr="008F2762" w:rsidRDefault="00065006" w:rsidP="00BF6C9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65006" w:rsidRPr="008F2762" w:rsidRDefault="00065006" w:rsidP="00BF6C9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F2762">
        <w:rPr>
          <w:rFonts w:eastAsia="Calibri" w:cs="Times New Roman"/>
          <w:lang w:eastAsia="cs-CZ"/>
        </w:rPr>
        <w:t>U PS 90-28-01 byl proveden celkový přepočet propojek a v</w:t>
      </w:r>
      <w:r w:rsidR="008F2762">
        <w:rPr>
          <w:rFonts w:eastAsia="Calibri" w:cs="Times New Roman"/>
          <w:lang w:eastAsia="cs-CZ"/>
        </w:rPr>
        <w:t>ýsledné množství je následující</w:t>
      </w:r>
      <w:r w:rsidRPr="008F2762">
        <w:rPr>
          <w:rFonts w:eastAsia="Calibri" w:cs="Times New Roman"/>
          <w:lang w:eastAsia="cs-CZ"/>
        </w:rPr>
        <w:t>:</w:t>
      </w:r>
    </w:p>
    <w:p w:rsidR="00065006" w:rsidRPr="008F2762" w:rsidRDefault="008F2762" w:rsidP="00BF6C9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(</w:t>
      </w:r>
      <w:r w:rsidR="00065006" w:rsidRPr="008F2762">
        <w:rPr>
          <w:rFonts w:eastAsia="Calibri" w:cs="Times New Roman"/>
          <w:lang w:eastAsia="cs-CZ"/>
        </w:rPr>
        <w:t>zvýrazněny jsou položky, které se liší od výše uvedené tabulky v dotazu)</w:t>
      </w:r>
    </w:p>
    <w:p w:rsidR="00065006" w:rsidRPr="008C2326" w:rsidRDefault="00065006" w:rsidP="00065006">
      <w:pPr>
        <w:spacing w:after="0" w:line="240" w:lineRule="auto"/>
        <w:rPr>
          <w:rFonts w:eastAsia="Calibri" w:cs="Times New Roman"/>
          <w:b/>
          <w:i/>
          <w:lang w:eastAsia="cs-CZ"/>
        </w:rPr>
      </w:pPr>
    </w:p>
    <w:p w:rsidR="00065006" w:rsidRDefault="00065006" w:rsidP="00065006">
      <w:pPr>
        <w:spacing w:after="0" w:line="240" w:lineRule="auto"/>
        <w:rPr>
          <w:rFonts w:eastAsia="Calibri" w:cs="Times New Roman"/>
          <w:b/>
          <w:lang w:eastAsia="cs-CZ"/>
        </w:rPr>
      </w:pPr>
    </w:p>
    <w:tbl>
      <w:tblPr>
        <w:tblW w:w="4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120"/>
        <w:gridCol w:w="960"/>
      </w:tblGrid>
      <w:tr w:rsidR="00065006" w:rsidRPr="008C2326" w:rsidTr="00282C22">
        <w:trPr>
          <w:trHeight w:val="300"/>
        </w:trPr>
        <w:tc>
          <w:tcPr>
            <w:tcW w:w="1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LEI 3x14/340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132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LEI 3x14/190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132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LP 12x14/695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40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LEI 3x14/240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36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LEI 3x14/420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36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LJI 2x20/330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17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LBI 20/290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17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LGI 2+1x20/240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LGI 2+1x20/420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LBI 14/190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LHI 2x20/10000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LHI 4x20/750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LMI 3x14/290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4</w:t>
            </w:r>
          </w:p>
        </w:tc>
      </w:tr>
      <w:tr w:rsidR="00065006" w:rsidRPr="008C2326" w:rsidTr="00282C22">
        <w:trPr>
          <w:trHeight w:val="6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LHI 2x14/750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C2326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8C232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18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LJI 20/70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2</w:t>
            </w:r>
          </w:p>
        </w:tc>
      </w:tr>
      <w:tr w:rsidR="00065006" w:rsidRPr="008C2326" w:rsidTr="00282C22">
        <w:trPr>
          <w:trHeight w:val="300"/>
        </w:trPr>
        <w:tc>
          <w:tcPr>
            <w:tcW w:w="1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 xml:space="preserve">LJI 2x20/120 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KUS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65006" w:rsidRPr="008F2762" w:rsidRDefault="00065006" w:rsidP="00282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</w:pPr>
            <w:r w:rsidRPr="008F2762">
              <w:rPr>
                <w:rFonts w:ascii="Arial" w:eastAsia="Times New Roman" w:hAnsi="Arial" w:cs="Arial"/>
                <w:b/>
                <w:sz w:val="20"/>
                <w:szCs w:val="20"/>
                <w:highlight w:val="lightGray"/>
                <w:lang w:eastAsia="cs-CZ"/>
              </w:rPr>
              <w:t>2</w:t>
            </w:r>
          </w:p>
        </w:tc>
      </w:tr>
    </w:tbl>
    <w:p w:rsidR="00065006" w:rsidRDefault="00065006" w:rsidP="0006500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65006" w:rsidRPr="008F2762" w:rsidRDefault="008F2762" w:rsidP="00065006">
      <w:pPr>
        <w:spacing w:after="0" w:line="240" w:lineRule="auto"/>
        <w:rPr>
          <w:rFonts w:eastAsia="Calibri" w:cs="Times New Roman"/>
          <w:lang w:eastAsia="cs-CZ"/>
        </w:rPr>
      </w:pPr>
      <w:r w:rsidRPr="008F2762">
        <w:rPr>
          <w:rFonts w:eastAsia="Calibri" w:cs="Times New Roman"/>
          <w:lang w:eastAsia="cs-CZ"/>
        </w:rPr>
        <w:t>V návaznosti n</w:t>
      </w:r>
      <w:r w:rsidR="00065006" w:rsidRPr="008F2762">
        <w:rPr>
          <w:rFonts w:eastAsia="Calibri" w:cs="Times New Roman"/>
          <w:lang w:eastAsia="cs-CZ"/>
        </w:rPr>
        <w:t>a tuto tabulku byl opraven soupis prací, jehož oprava je přiložena.</w:t>
      </w:r>
    </w:p>
    <w:p w:rsidR="000F400A" w:rsidRPr="00A30DE1" w:rsidRDefault="000F400A" w:rsidP="00E03F7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0F400A" w:rsidRPr="00A30DE1" w:rsidRDefault="000F40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A30DE1" w:rsidRDefault="001F46D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F46D1" w:rsidRPr="00634A0A" w:rsidRDefault="00A30DE1" w:rsidP="001F46D1">
      <w:pPr>
        <w:spacing w:after="200" w:line="276" w:lineRule="auto"/>
        <w:jc w:val="both"/>
        <w:rPr>
          <w:rFonts w:eastAsia="Calibri" w:cs="Times New Roman"/>
        </w:rPr>
      </w:pPr>
      <w:r w:rsidRPr="00A30DE1">
        <w:rPr>
          <w:rFonts w:eastAsia="Times New Roman" w:cs="Times New Roman"/>
          <w:lang w:eastAsia="cs-CZ"/>
        </w:rPr>
        <w:lastRenderedPageBreak/>
        <w:t xml:space="preserve">Povaha shora uvedených vysvětlení/ změn/ doplnění zadávací dokumentace nevyžaduje prodloužení lhůty pro podání nabídek. </w:t>
      </w:r>
      <w:r w:rsidR="001F46D1" w:rsidRPr="00634A0A">
        <w:rPr>
          <w:rFonts w:eastAsia="Calibri" w:cs="Times New Roman"/>
        </w:rPr>
        <w:t xml:space="preserve">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34A0A">
        <w:rPr>
          <w:rFonts w:eastAsia="Calibri" w:cs="Times New Roman"/>
          <w:lang w:eastAsia="cs-CZ"/>
        </w:rPr>
        <w:t>Vysvětlení/ změnu/ doplnění zadávací</w:t>
      </w:r>
      <w:r w:rsidRPr="00CB7B5A">
        <w:rPr>
          <w:rFonts w:eastAsia="Calibri" w:cs="Times New Roman"/>
          <w:lang w:eastAsia="cs-CZ"/>
        </w:rPr>
        <w:t xml:space="preserve">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634A0A" w:rsidRDefault="00634A0A" w:rsidP="00634A0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34A0A" w:rsidRPr="0040773A" w:rsidRDefault="0040773A" w:rsidP="00634A0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40773A">
        <w:rPr>
          <w:rFonts w:eastAsia="Calibri" w:cs="Times New Roman"/>
          <w:b/>
          <w:lang w:eastAsia="cs-CZ"/>
        </w:rPr>
        <w:t>Příloha:</w:t>
      </w: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773A">
        <w:rPr>
          <w:rFonts w:eastAsia="Calibri" w:cs="Times New Roman"/>
          <w:lang w:eastAsia="cs-CZ"/>
        </w:rPr>
        <w:t>01 Prace_vyluky_LEDEN_2021_oprava_30112020</w:t>
      </w: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773A">
        <w:rPr>
          <w:rFonts w:eastAsia="Calibri" w:cs="Times New Roman"/>
          <w:lang w:eastAsia="cs-CZ"/>
        </w:rPr>
        <w:t>20047-Čebín_soutez leden_30 11 2020</w:t>
      </w: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0773A">
        <w:rPr>
          <w:rFonts w:eastAsia="Calibri" w:cs="Times New Roman"/>
          <w:lang w:eastAsia="cs-CZ"/>
        </w:rPr>
        <w:t>D.1.1.1_PS 90-28-01_b</w:t>
      </w:r>
    </w:p>
    <w:p w:rsidR="008F24C6" w:rsidRDefault="008F24C6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A30DE1" w:rsidRDefault="00A30DE1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40773A" w:rsidRDefault="0040773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  <w:r w:rsidRPr="00CB7B5A">
        <w:rPr>
          <w:rFonts w:eastAsia="Calibri" w:cs="Times New Roman"/>
          <w:lang w:eastAsia="cs-CZ"/>
        </w:rPr>
        <w:t xml:space="preserve">V Olomouci dne </w:t>
      </w:r>
    </w:p>
    <w:p w:rsidR="00634A0A" w:rsidRPr="00CB7B5A" w:rsidRDefault="00634A0A" w:rsidP="00634A0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904C6" w:rsidRDefault="00B90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0E51E1" w:rsidRDefault="000E51E1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8F24C6" w:rsidRPr="00CB7B5A" w:rsidRDefault="008F24C6" w:rsidP="00634A0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634A0A" w:rsidRPr="00CB7B5A" w:rsidRDefault="00634A0A" w:rsidP="00634A0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634A0A" w:rsidRPr="00CB7B5A" w:rsidRDefault="00634A0A" w:rsidP="00634A0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sectPr w:rsidR="00CB7B5A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C841D4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73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40773A">
            <w:fldChar w:fldCharType="begin"/>
          </w:r>
          <w:r w:rsidR="0040773A">
            <w:instrText xml:space="preserve"> NUMPAGES   \* MERGEFORMAT </w:instrText>
          </w:r>
          <w:r w:rsidR="0040773A">
            <w:fldChar w:fldCharType="separate"/>
          </w:r>
          <w:r w:rsidR="0040773A" w:rsidRPr="0040773A">
            <w:rPr>
              <w:rStyle w:val="slostrnky"/>
              <w:noProof/>
            </w:rPr>
            <w:t>3</w:t>
          </w:r>
          <w:r w:rsidR="0040773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4077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45061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45060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C841D4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490C88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7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490C88" w:rsidRPr="00B8518B">
            <w:rPr>
              <w:rStyle w:val="slostrnky"/>
            </w:rPr>
            <w:t>/</w:t>
          </w:r>
          <w:r w:rsidR="0040773A">
            <w:fldChar w:fldCharType="begin"/>
          </w:r>
          <w:r w:rsidR="0040773A">
            <w:instrText xml:space="preserve"> NUMPAGES   \* MERGEFORMAT </w:instrText>
          </w:r>
          <w:r w:rsidR="0040773A">
            <w:fldChar w:fldCharType="separate"/>
          </w:r>
          <w:r w:rsidR="0040773A" w:rsidRPr="0040773A">
            <w:rPr>
              <w:rStyle w:val="slostrnky"/>
              <w:noProof/>
            </w:rPr>
            <w:t>3</w:t>
          </w:r>
          <w:r w:rsidR="0040773A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4077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45058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45057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0773A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45059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8D534B"/>
    <w:multiLevelType w:val="hybridMultilevel"/>
    <w:tmpl w:val="A75E45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62"/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00020"/>
    <w:rsid w:val="00033432"/>
    <w:rsid w:val="000335CC"/>
    <w:rsid w:val="00065006"/>
    <w:rsid w:val="00071861"/>
    <w:rsid w:val="00072C1E"/>
    <w:rsid w:val="000A4E44"/>
    <w:rsid w:val="000B1153"/>
    <w:rsid w:val="000B6C7E"/>
    <w:rsid w:val="000B7907"/>
    <w:rsid w:val="000C0429"/>
    <w:rsid w:val="000C0A62"/>
    <w:rsid w:val="000C45E8"/>
    <w:rsid w:val="000E51E1"/>
    <w:rsid w:val="000F400A"/>
    <w:rsid w:val="00114472"/>
    <w:rsid w:val="00170EC5"/>
    <w:rsid w:val="001737CF"/>
    <w:rsid w:val="001747C1"/>
    <w:rsid w:val="00174E6E"/>
    <w:rsid w:val="0018596A"/>
    <w:rsid w:val="001A5900"/>
    <w:rsid w:val="001B69C2"/>
    <w:rsid w:val="001C4DA0"/>
    <w:rsid w:val="001F46D1"/>
    <w:rsid w:val="00207DF5"/>
    <w:rsid w:val="00211BB1"/>
    <w:rsid w:val="002376E1"/>
    <w:rsid w:val="002519ED"/>
    <w:rsid w:val="00267369"/>
    <w:rsid w:val="0026785D"/>
    <w:rsid w:val="002C31BF"/>
    <w:rsid w:val="002C5B97"/>
    <w:rsid w:val="002E0CD7"/>
    <w:rsid w:val="002F026B"/>
    <w:rsid w:val="00357BC6"/>
    <w:rsid w:val="0037111D"/>
    <w:rsid w:val="003956C6"/>
    <w:rsid w:val="003C5BE7"/>
    <w:rsid w:val="003E1BD5"/>
    <w:rsid w:val="003E6B9A"/>
    <w:rsid w:val="003E75CE"/>
    <w:rsid w:val="004073B9"/>
    <w:rsid w:val="0040773A"/>
    <w:rsid w:val="00410D4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B4959"/>
    <w:rsid w:val="004C4399"/>
    <w:rsid w:val="004C69ED"/>
    <w:rsid w:val="004C787C"/>
    <w:rsid w:val="004D7077"/>
    <w:rsid w:val="004E6BDA"/>
    <w:rsid w:val="004F4B9B"/>
    <w:rsid w:val="00501654"/>
    <w:rsid w:val="00511AB9"/>
    <w:rsid w:val="00523EA7"/>
    <w:rsid w:val="00524A62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747A"/>
    <w:rsid w:val="00596C7E"/>
    <w:rsid w:val="005A64E9"/>
    <w:rsid w:val="005B5EE9"/>
    <w:rsid w:val="006104F6"/>
    <w:rsid w:val="0061068E"/>
    <w:rsid w:val="00634A0A"/>
    <w:rsid w:val="00660AD3"/>
    <w:rsid w:val="006840A2"/>
    <w:rsid w:val="00690094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147B"/>
    <w:rsid w:val="00891334"/>
    <w:rsid w:val="008A14C0"/>
    <w:rsid w:val="008A3568"/>
    <w:rsid w:val="008C366C"/>
    <w:rsid w:val="008D03B9"/>
    <w:rsid w:val="008D4985"/>
    <w:rsid w:val="008F18D6"/>
    <w:rsid w:val="008F24C6"/>
    <w:rsid w:val="008F2762"/>
    <w:rsid w:val="00904780"/>
    <w:rsid w:val="009113A8"/>
    <w:rsid w:val="00922385"/>
    <w:rsid w:val="009223DF"/>
    <w:rsid w:val="00922FAF"/>
    <w:rsid w:val="00930A09"/>
    <w:rsid w:val="00936091"/>
    <w:rsid w:val="00940D8A"/>
    <w:rsid w:val="00962258"/>
    <w:rsid w:val="009678B7"/>
    <w:rsid w:val="009731CB"/>
    <w:rsid w:val="00982411"/>
    <w:rsid w:val="00992D9C"/>
    <w:rsid w:val="00996CB8"/>
    <w:rsid w:val="009A7568"/>
    <w:rsid w:val="009B24D8"/>
    <w:rsid w:val="009B2E97"/>
    <w:rsid w:val="009B72CC"/>
    <w:rsid w:val="009C7044"/>
    <w:rsid w:val="009E07F4"/>
    <w:rsid w:val="009F392E"/>
    <w:rsid w:val="00A30DE1"/>
    <w:rsid w:val="00A34C72"/>
    <w:rsid w:val="00A44328"/>
    <w:rsid w:val="00A6177B"/>
    <w:rsid w:val="00A66136"/>
    <w:rsid w:val="00AA1339"/>
    <w:rsid w:val="00AA4CBB"/>
    <w:rsid w:val="00AA65FA"/>
    <w:rsid w:val="00AA7351"/>
    <w:rsid w:val="00AD056F"/>
    <w:rsid w:val="00AD2773"/>
    <w:rsid w:val="00AD6731"/>
    <w:rsid w:val="00AE0CDF"/>
    <w:rsid w:val="00AE1DDE"/>
    <w:rsid w:val="00B13149"/>
    <w:rsid w:val="00B15B5E"/>
    <w:rsid w:val="00B15D0D"/>
    <w:rsid w:val="00B23CA3"/>
    <w:rsid w:val="00B33965"/>
    <w:rsid w:val="00B3491A"/>
    <w:rsid w:val="00B45E9E"/>
    <w:rsid w:val="00B55F9C"/>
    <w:rsid w:val="00B75EE1"/>
    <w:rsid w:val="00B77481"/>
    <w:rsid w:val="00B8518B"/>
    <w:rsid w:val="00B904C6"/>
    <w:rsid w:val="00BB3740"/>
    <w:rsid w:val="00BD7E91"/>
    <w:rsid w:val="00BF374D"/>
    <w:rsid w:val="00BF6C99"/>
    <w:rsid w:val="00C02D0A"/>
    <w:rsid w:val="00C03A6E"/>
    <w:rsid w:val="00C30759"/>
    <w:rsid w:val="00C44F6A"/>
    <w:rsid w:val="00C54A42"/>
    <w:rsid w:val="00C727E5"/>
    <w:rsid w:val="00C8207D"/>
    <w:rsid w:val="00C841D4"/>
    <w:rsid w:val="00CB7B5A"/>
    <w:rsid w:val="00CC1E2B"/>
    <w:rsid w:val="00CD1FC4"/>
    <w:rsid w:val="00CD74D3"/>
    <w:rsid w:val="00CE371D"/>
    <w:rsid w:val="00CE5FA9"/>
    <w:rsid w:val="00D02A4D"/>
    <w:rsid w:val="00D21061"/>
    <w:rsid w:val="00D316A7"/>
    <w:rsid w:val="00D35E1E"/>
    <w:rsid w:val="00D4108E"/>
    <w:rsid w:val="00D52671"/>
    <w:rsid w:val="00D6163D"/>
    <w:rsid w:val="00D63009"/>
    <w:rsid w:val="00D7132D"/>
    <w:rsid w:val="00D827E9"/>
    <w:rsid w:val="00D831A3"/>
    <w:rsid w:val="00D902AD"/>
    <w:rsid w:val="00DA3819"/>
    <w:rsid w:val="00DA6FFE"/>
    <w:rsid w:val="00DB042C"/>
    <w:rsid w:val="00DC3110"/>
    <w:rsid w:val="00DD46F3"/>
    <w:rsid w:val="00DD58A6"/>
    <w:rsid w:val="00DE56F2"/>
    <w:rsid w:val="00DF116D"/>
    <w:rsid w:val="00E03F7E"/>
    <w:rsid w:val="00E472F5"/>
    <w:rsid w:val="00E824F1"/>
    <w:rsid w:val="00E917A8"/>
    <w:rsid w:val="00EB104F"/>
    <w:rsid w:val="00ED14BD"/>
    <w:rsid w:val="00F01440"/>
    <w:rsid w:val="00F05C4D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5A2A"/>
    <w:rsid w:val="00FC6389"/>
    <w:rsid w:val="00FD2F51"/>
    <w:rsid w:val="00FE3455"/>
    <w:rsid w:val="00FF4959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62"/>
    <o:shapelayout v:ext="edit">
      <o:idmap v:ext="edit" data="1"/>
    </o:shapelayout>
  </w:shapeDefaults>
  <w:decimalSymbol w:val=","/>
  <w:listSeparator w:val=";"/>
  <w14:docId w14:val="3EF9C8FD"/>
  <w15:docId w15:val="{44646A99-CF52-47D0-B92B-A20B33D9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634A0A"/>
    <w:rPr>
      <w:rFonts w:ascii="Verdana" w:hAnsi="Verdana"/>
    </w:rPr>
  </w:style>
  <w:style w:type="paragraph" w:customStyle="1" w:styleId="Text1-1">
    <w:name w:val="_Text_1-1"/>
    <w:basedOn w:val="Normln"/>
    <w:link w:val="Text1-1Char"/>
    <w:rsid w:val="00634A0A"/>
    <w:pPr>
      <w:spacing w:after="120"/>
      <w:ind w:left="737" w:hanging="737"/>
      <w:jc w:val="both"/>
    </w:pPr>
    <w:rPr>
      <w:rFonts w:ascii="Verdana" w:hAnsi="Verdana"/>
    </w:rPr>
  </w:style>
  <w:style w:type="character" w:customStyle="1" w:styleId="TextbezslovnChar">
    <w:name w:val="_Text_bez_číslování Char"/>
    <w:basedOn w:val="Standardnpsmoodstavce"/>
    <w:link w:val="Textbezslovn"/>
    <w:locked/>
    <w:rsid w:val="00634A0A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rsid w:val="00634A0A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634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E76A36-3380-4D2B-BDB9-073D8CC1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90</TotalTime>
  <Pages>3</Pages>
  <Words>604</Words>
  <Characters>3568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64</cp:revision>
  <cp:lastPrinted>2020-11-26T12:53:00Z</cp:lastPrinted>
  <dcterms:created xsi:type="dcterms:W3CDTF">2020-01-24T12:53:00Z</dcterms:created>
  <dcterms:modified xsi:type="dcterms:W3CDTF">2020-12-01T08:49:00Z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